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84414" w14:textId="7DA730EF" w:rsidR="004D36D7" w:rsidRPr="00FD4A68" w:rsidRDefault="00DF1465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B11B9B43E6CB476BBBBD8ADC024AA8D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proofErr w:type="spellStart"/>
          <w:r w:rsidR="00323BA4">
            <w:t>CyberOps</w:t>
          </w:r>
          <w:proofErr w:type="spellEnd"/>
          <w:r w:rsidR="00323BA4">
            <w:t xml:space="preserve"> Associates v1.0 - Skills Assessment</w:t>
          </w:r>
        </w:sdtContent>
      </w:sdt>
    </w:p>
    <w:p w14:paraId="1A43941D" w14:textId="77777777" w:rsidR="008D5938" w:rsidRDefault="008D5938" w:rsidP="008D5938">
      <w:pPr>
        <w:pStyle w:val="Heading2"/>
        <w:numPr>
          <w:ilvl w:val="0"/>
          <w:numId w:val="10"/>
        </w:numPr>
        <w:rPr>
          <w:sz w:val="20"/>
          <w:szCs w:val="20"/>
        </w:rPr>
      </w:pPr>
      <w:r>
        <w:t>Introduction</w:t>
      </w:r>
    </w:p>
    <w:p w14:paraId="2D95D854" w14:textId="072D1FF5" w:rsidR="008D5938" w:rsidRDefault="008D5938" w:rsidP="008D5938">
      <w:pPr>
        <w:pStyle w:val="BodyTextL25"/>
      </w:pPr>
      <w:r>
        <w:t xml:space="preserve">You have been hired as a junior security analyst. As part of your training, you were tasked to determine any malicious activity </w:t>
      </w:r>
      <w:r w:rsidR="005E77D9">
        <w:t xml:space="preserve">associated with the </w:t>
      </w:r>
      <w:proofErr w:type="spellStart"/>
      <w:r w:rsidR="005E77D9">
        <w:t>Pushdo</w:t>
      </w:r>
      <w:proofErr w:type="spellEnd"/>
      <w:r w:rsidR="005E77D9">
        <w:t xml:space="preserve"> trojan</w:t>
      </w:r>
      <w:r>
        <w:t>.</w:t>
      </w:r>
    </w:p>
    <w:p w14:paraId="6898E668" w14:textId="77777777" w:rsidR="008D5938" w:rsidRDefault="008D5938" w:rsidP="008D5938">
      <w:pPr>
        <w:pStyle w:val="BodyTextL25"/>
      </w:pPr>
      <w:r>
        <w:t xml:space="preserve">You will have access to the internet to learn more about the events. You can use websites, such as </w:t>
      </w:r>
      <w:proofErr w:type="spellStart"/>
      <w:r>
        <w:t>VirusTotal</w:t>
      </w:r>
      <w:proofErr w:type="spellEnd"/>
      <w:r>
        <w:t xml:space="preserve">, to upload and verify threat existence. </w:t>
      </w:r>
    </w:p>
    <w:p w14:paraId="4CCC0018" w14:textId="77777777" w:rsidR="008D5938" w:rsidRDefault="008D5938" w:rsidP="008D5938">
      <w:pPr>
        <w:pStyle w:val="BodyTextL25"/>
      </w:pPr>
      <w:r>
        <w:t>The tasks below are designed to provide some guidance through the analysis process.</w:t>
      </w:r>
    </w:p>
    <w:p w14:paraId="492C6A2A" w14:textId="77777777" w:rsidR="008D5938" w:rsidRDefault="008D5938" w:rsidP="008D5938">
      <w:pPr>
        <w:pStyle w:val="BodyTextL25"/>
      </w:pPr>
      <w:r>
        <w:t>You will practice and be assessed on the following skills:</w:t>
      </w:r>
    </w:p>
    <w:p w14:paraId="47F1B81B" w14:textId="77777777" w:rsidR="008D5938" w:rsidRDefault="008D5938" w:rsidP="008D5938">
      <w:pPr>
        <w:pStyle w:val="Bulletlevel2"/>
        <w:numPr>
          <w:ilvl w:val="0"/>
          <w:numId w:val="14"/>
        </w:numPr>
        <w:spacing w:before="60" w:after="60" w:line="276" w:lineRule="auto"/>
        <w:ind w:left="1080"/>
      </w:pPr>
      <w:r>
        <w:t xml:space="preserve">Evaluate event alerts using </w:t>
      </w:r>
      <w:proofErr w:type="spellStart"/>
      <w:r>
        <w:t>Squil</w:t>
      </w:r>
      <w:proofErr w:type="spellEnd"/>
      <w:r>
        <w:t xml:space="preserve"> and Kibana.</w:t>
      </w:r>
    </w:p>
    <w:p w14:paraId="1F30BE66" w14:textId="77777777" w:rsidR="008D5938" w:rsidRDefault="008D5938" w:rsidP="008D5938">
      <w:pPr>
        <w:pStyle w:val="Bulletlevel2"/>
        <w:numPr>
          <w:ilvl w:val="0"/>
          <w:numId w:val="14"/>
        </w:numPr>
        <w:spacing w:before="60" w:after="60" w:line="276" w:lineRule="auto"/>
        <w:ind w:left="1080"/>
      </w:pPr>
      <w:r>
        <w:t>Use Google search as a tool to obtain intelligence on a potential exploit.</w:t>
      </w:r>
    </w:p>
    <w:p w14:paraId="2C0519AF" w14:textId="77777777" w:rsidR="008D5938" w:rsidRDefault="008D5938" w:rsidP="008D5938">
      <w:pPr>
        <w:pStyle w:val="Bulletlevel2"/>
        <w:numPr>
          <w:ilvl w:val="0"/>
          <w:numId w:val="14"/>
        </w:numPr>
        <w:spacing w:before="60" w:after="60" w:line="276" w:lineRule="auto"/>
        <w:ind w:left="1080"/>
      </w:pPr>
      <w:r>
        <w:t xml:space="preserve">Use </w:t>
      </w:r>
      <w:proofErr w:type="spellStart"/>
      <w:r>
        <w:t>VirusTotal</w:t>
      </w:r>
      <w:proofErr w:type="spellEnd"/>
      <w:r>
        <w:t xml:space="preserve"> to upload and verify threat existence.</w:t>
      </w:r>
    </w:p>
    <w:p w14:paraId="5AB7251D" w14:textId="77777777" w:rsidR="008D5938" w:rsidRDefault="008D5938" w:rsidP="008D5938">
      <w:pPr>
        <w:pStyle w:val="BodyTextL25"/>
      </w:pPr>
      <w:r>
        <w:t xml:space="preserve">Content for this assessment was obtained from </w:t>
      </w:r>
      <w:hyperlink r:id="rId8" w:history="1">
        <w:r>
          <w:rPr>
            <w:rStyle w:val="Hyperlink"/>
          </w:rPr>
          <w:t>http://www.malware-traffic-analysis.net/</w:t>
        </w:r>
      </w:hyperlink>
      <w:r>
        <w:t xml:space="preserve"> and is used with permission. We are grateful for the use of this material.</w:t>
      </w:r>
    </w:p>
    <w:p w14:paraId="3378D1DC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56F10B6C" w14:textId="77777777" w:rsidR="008D5938" w:rsidRPr="00D1690D" w:rsidRDefault="008D5938" w:rsidP="008D5938">
      <w:pPr>
        <w:pStyle w:val="Bulletlevel1"/>
      </w:pPr>
      <w:r w:rsidRPr="00D1690D">
        <w:t>Host computer with at least 8GB of RAM and 45GB of free disk space</w:t>
      </w:r>
    </w:p>
    <w:p w14:paraId="78501A6D" w14:textId="77777777" w:rsidR="008D5938" w:rsidRPr="00D1690D" w:rsidRDefault="008D5938" w:rsidP="008D5938">
      <w:pPr>
        <w:pStyle w:val="Bulletlevel1"/>
      </w:pPr>
      <w:r w:rsidRPr="00D1690D">
        <w:t>Latest version of Oracle VirtualBox</w:t>
      </w:r>
    </w:p>
    <w:p w14:paraId="3412D2E4" w14:textId="5D387D8B" w:rsidR="008D5938" w:rsidRPr="00D1690D" w:rsidRDefault="008D5938" w:rsidP="008D5938">
      <w:pPr>
        <w:pStyle w:val="Bulletlevel1"/>
      </w:pPr>
      <w:r w:rsidRPr="00D1690D">
        <w:t xml:space="preserve">Security Onion virtual machine requires </w:t>
      </w:r>
      <w:r w:rsidR="009F4378">
        <w:t>4</w:t>
      </w:r>
      <w:r w:rsidRPr="00D1690D">
        <w:t>GB</w:t>
      </w:r>
      <w:r w:rsidR="009F4378">
        <w:t xml:space="preserve"> of</w:t>
      </w:r>
      <w:r w:rsidRPr="00D1690D">
        <w:t xml:space="preserve"> RAM using 25GB disk space</w:t>
      </w:r>
    </w:p>
    <w:p w14:paraId="6A0DB840" w14:textId="689EDC3B" w:rsidR="00457934" w:rsidRDefault="008D5938">
      <w:pPr>
        <w:pStyle w:val="Bulletlevel1"/>
      </w:pPr>
      <w:r w:rsidRPr="00D1690D">
        <w:t>Internet access</w:t>
      </w:r>
    </w:p>
    <w:p w14:paraId="2B625035" w14:textId="77777777" w:rsidR="00125806" w:rsidRDefault="00125806" w:rsidP="00D452F4">
      <w:pPr>
        <w:pStyle w:val="Heading1"/>
      </w:pPr>
      <w:r>
        <w:t>Instructions</w:t>
      </w:r>
    </w:p>
    <w:p w14:paraId="6F07854B" w14:textId="64934B3C" w:rsidR="005170F4" w:rsidRDefault="005170F4" w:rsidP="00E8003F">
      <w:pPr>
        <w:pStyle w:val="Heading2"/>
      </w:pPr>
      <w:r w:rsidRPr="00E8003F">
        <w:t>Gather</w:t>
      </w:r>
      <w:r w:rsidR="00E536E2">
        <w:t xml:space="preserve"> the</w:t>
      </w:r>
      <w:r w:rsidRPr="00E8003F">
        <w:t xml:space="preserve"> Basic Information</w:t>
      </w:r>
    </w:p>
    <w:p w14:paraId="2D5A705B" w14:textId="4B266AC7" w:rsidR="00E536E2" w:rsidRPr="00E536E2" w:rsidRDefault="000F2A2E" w:rsidP="00E536E2">
      <w:pPr>
        <w:pStyle w:val="BodyTextL25"/>
      </w:pPr>
      <w:r>
        <w:t>In this part, you will review the alerts listed in Security Onion VM and gather basic information for the interested time frame.</w:t>
      </w:r>
    </w:p>
    <w:p w14:paraId="21FD5B52" w14:textId="150331C3" w:rsidR="00B607CB" w:rsidRPr="00B607CB" w:rsidRDefault="00B607CB" w:rsidP="00B607CB">
      <w:pPr>
        <w:pStyle w:val="Heading3"/>
      </w:pPr>
      <w:r>
        <w:t>Verify the status of services</w:t>
      </w:r>
    </w:p>
    <w:p w14:paraId="0E9170C8" w14:textId="77777777" w:rsidR="005170F4" w:rsidRDefault="005170F4" w:rsidP="0018124F">
      <w:pPr>
        <w:pStyle w:val="SubStepAlpha"/>
      </w:pPr>
      <w:r>
        <w:t xml:space="preserve">Log into Security Onion VM using with the username </w:t>
      </w:r>
      <w:r>
        <w:rPr>
          <w:b/>
        </w:rPr>
        <w:t>analyst</w:t>
      </w:r>
      <w:r>
        <w:t xml:space="preserve"> and password </w:t>
      </w:r>
      <w:proofErr w:type="spellStart"/>
      <w:r>
        <w:rPr>
          <w:b/>
        </w:rPr>
        <w:t>cyberops</w:t>
      </w:r>
      <w:proofErr w:type="spellEnd"/>
      <w:r>
        <w:t>.</w:t>
      </w:r>
    </w:p>
    <w:p w14:paraId="7CA056BC" w14:textId="2B2D0269" w:rsidR="005170F4" w:rsidRDefault="005170F4" w:rsidP="0018124F">
      <w:pPr>
        <w:pStyle w:val="SubStepAlpha"/>
      </w:pPr>
      <w:r>
        <w:t xml:space="preserve">Open a terminal window. Enter the </w:t>
      </w:r>
      <w:proofErr w:type="spellStart"/>
      <w:r>
        <w:rPr>
          <w:b/>
        </w:rPr>
        <w:t>sudo</w:t>
      </w:r>
      <w:proofErr w:type="spellEnd"/>
      <w:r>
        <w:rPr>
          <w:b/>
        </w:rPr>
        <w:t xml:space="preserve"> so-status</w:t>
      </w:r>
      <w:r>
        <w:t xml:space="preserve"> command to verify that all the services are ready.</w:t>
      </w:r>
    </w:p>
    <w:p w14:paraId="6A8044FE" w14:textId="76DD0067" w:rsidR="00013F70" w:rsidRDefault="005170F4" w:rsidP="00013F70">
      <w:pPr>
        <w:pStyle w:val="SubStepAlpha"/>
      </w:pPr>
      <w:r>
        <w:t xml:space="preserve">When the </w:t>
      </w:r>
      <w:proofErr w:type="spellStart"/>
      <w:r>
        <w:t>nsm</w:t>
      </w:r>
      <w:proofErr w:type="spellEnd"/>
      <w:r>
        <w:t xml:space="preserve"> service is ready, log into </w:t>
      </w:r>
      <w:proofErr w:type="spellStart"/>
      <w:r w:rsidR="00B607CB">
        <w:t>Sguil</w:t>
      </w:r>
      <w:proofErr w:type="spellEnd"/>
      <w:r w:rsidR="00013F70">
        <w:t xml:space="preserve"> or Kibana</w:t>
      </w:r>
      <w:r>
        <w:t xml:space="preserve"> with the username </w:t>
      </w:r>
      <w:r>
        <w:rPr>
          <w:b/>
        </w:rPr>
        <w:t>analyst</w:t>
      </w:r>
      <w:r>
        <w:t xml:space="preserve"> and password </w:t>
      </w:r>
      <w:proofErr w:type="spellStart"/>
      <w:r w:rsidR="00013F70">
        <w:rPr>
          <w:b/>
        </w:rPr>
        <w:t>cyberops</w:t>
      </w:r>
      <w:proofErr w:type="spellEnd"/>
      <w:r w:rsidR="00013F70">
        <w:t>.</w:t>
      </w:r>
    </w:p>
    <w:p w14:paraId="23EEAA22" w14:textId="58DF08F0" w:rsidR="00013F70" w:rsidRDefault="00AC6D1D" w:rsidP="00B607CB">
      <w:pPr>
        <w:pStyle w:val="Heading3"/>
      </w:pPr>
      <w:r>
        <w:t>Gather b</w:t>
      </w:r>
      <w:r w:rsidR="00B607CB">
        <w:t>asic info</w:t>
      </w:r>
      <w:r>
        <w:t>rmation</w:t>
      </w:r>
      <w:r w:rsidR="00B607CB">
        <w:t>.</w:t>
      </w:r>
    </w:p>
    <w:p w14:paraId="4173CC4D" w14:textId="77777777" w:rsidR="003E3AE3" w:rsidRDefault="003E3AE3" w:rsidP="003E3AE3">
      <w:pPr>
        <w:pStyle w:val="Heading4"/>
      </w:pPr>
      <w:r>
        <w:t>Questions:</w:t>
      </w:r>
    </w:p>
    <w:p w14:paraId="5856C566" w14:textId="22DE33BE" w:rsidR="00013F70" w:rsidRDefault="00B607CB" w:rsidP="003E3AE3">
      <w:pPr>
        <w:pStyle w:val="SubStepAlpha"/>
        <w:spacing w:before="0"/>
      </w:pPr>
      <w:r>
        <w:t xml:space="preserve">Identify time frame of the </w:t>
      </w:r>
      <w:proofErr w:type="spellStart"/>
      <w:r w:rsidR="005E77D9">
        <w:t>Pushdo</w:t>
      </w:r>
      <w:proofErr w:type="spellEnd"/>
      <w:r w:rsidR="005E77D9">
        <w:t xml:space="preserve"> trojan </w:t>
      </w:r>
      <w:r>
        <w:t>attack</w:t>
      </w:r>
      <w:r w:rsidR="00AC6D1D">
        <w:t>, including the date and approximate time</w:t>
      </w:r>
      <w:r>
        <w:t>.</w:t>
      </w:r>
    </w:p>
    <w:p w14:paraId="512840CC" w14:textId="57E84124" w:rsidR="00B607CB" w:rsidRDefault="00B607CB" w:rsidP="00471468">
      <w:pPr>
        <w:pStyle w:val="AnswerLineL50"/>
      </w:pPr>
      <w:r>
        <w:t>Type your answers here.</w:t>
      </w:r>
    </w:p>
    <w:p w14:paraId="2BC4948A" w14:textId="7C19896D" w:rsidR="00B607CB" w:rsidRDefault="00230BB8" w:rsidP="00B607CB">
      <w:pPr>
        <w:pStyle w:val="SubStepAlpha"/>
      </w:pPr>
      <w:r>
        <w:lastRenderedPageBreak/>
        <w:t>List the</w:t>
      </w:r>
      <w:r w:rsidR="00AC6D1D">
        <w:t xml:space="preserve"> </w:t>
      </w:r>
      <w:r>
        <w:t>alerts noted during this time frame</w:t>
      </w:r>
      <w:r w:rsidR="005E77D9">
        <w:t xml:space="preserve"> associated with the trojan</w:t>
      </w:r>
      <w:r>
        <w:t>.</w:t>
      </w:r>
    </w:p>
    <w:p w14:paraId="7B7A80B5" w14:textId="083C3E22" w:rsidR="009733E4" w:rsidRDefault="00582ACD" w:rsidP="00471468">
      <w:pPr>
        <w:pStyle w:val="AnswerLineL50"/>
      </w:pPr>
      <w:r>
        <w:t>Type your answers here.</w:t>
      </w:r>
    </w:p>
    <w:p w14:paraId="2B98C91D" w14:textId="3D90C1A0" w:rsidR="005170F4" w:rsidRDefault="00D46C5A" w:rsidP="00471468">
      <w:pPr>
        <w:pStyle w:val="SubStepAlpha"/>
      </w:pPr>
      <w:r>
        <w:t>List the internal IP addresses and external IP addresses involved.</w:t>
      </w:r>
    </w:p>
    <w:p w14:paraId="1F6827F1" w14:textId="5A4B04B1" w:rsidR="005170F4" w:rsidRPr="00D46C5A" w:rsidRDefault="00D46C5A" w:rsidP="00471468">
      <w:pPr>
        <w:pStyle w:val="AnswerLineL50"/>
      </w:pPr>
      <w:r>
        <w:t>Type you</w:t>
      </w:r>
      <w:r w:rsidR="00F70696">
        <w:t>r</w:t>
      </w:r>
      <w:r>
        <w:t xml:space="preserve"> answers here.</w:t>
      </w:r>
    </w:p>
    <w:p w14:paraId="1663AF59" w14:textId="1BDB3F11" w:rsidR="00CC7DCB" w:rsidRDefault="00CC7DCB" w:rsidP="00CC7DCB">
      <w:pPr>
        <w:pStyle w:val="Heading2"/>
      </w:pPr>
      <w:r>
        <w:t>Learn about the Exploit</w:t>
      </w:r>
    </w:p>
    <w:p w14:paraId="450F42CC" w14:textId="621243A1" w:rsidR="000F2A2E" w:rsidRPr="000F2A2E" w:rsidRDefault="000F2A2E" w:rsidP="000F2A2E">
      <w:pPr>
        <w:pStyle w:val="BodyTextL25"/>
      </w:pPr>
      <w:r>
        <w:t>In this part, you will learn more about the exploit.</w:t>
      </w:r>
    </w:p>
    <w:p w14:paraId="1833183E" w14:textId="3EC3C92F" w:rsidR="00CC7DCB" w:rsidRPr="00CC7DCB" w:rsidRDefault="00CC7DCB" w:rsidP="00CC7DCB">
      <w:pPr>
        <w:pStyle w:val="Heading3"/>
      </w:pPr>
      <w:r>
        <w:t>Infected host</w:t>
      </w:r>
    </w:p>
    <w:p w14:paraId="1EDFC715" w14:textId="77777777" w:rsidR="003E3AE3" w:rsidRDefault="003E3AE3" w:rsidP="003E3AE3">
      <w:pPr>
        <w:pStyle w:val="Heading4"/>
      </w:pPr>
      <w:r>
        <w:t>Questions:</w:t>
      </w:r>
    </w:p>
    <w:p w14:paraId="0EF59CCC" w14:textId="774C02DE" w:rsidR="00CC7DCB" w:rsidRPr="0032406C" w:rsidRDefault="00CC7DCB" w:rsidP="003E3AE3">
      <w:pPr>
        <w:pStyle w:val="SubStepAlpha"/>
        <w:keepNext/>
        <w:spacing w:before="0"/>
        <w:rPr>
          <w:rFonts w:eastAsia="Times New Roman" w:cs="Arial"/>
          <w:bCs/>
        </w:rPr>
      </w:pPr>
      <w:r>
        <w:t xml:space="preserve">Based on the alerts, </w:t>
      </w:r>
      <w:r w:rsidR="0032406C">
        <w:t>what is the IP and MAC addresses of the infected computer</w:t>
      </w:r>
      <w:r>
        <w:t>?</w:t>
      </w:r>
      <w:r w:rsidR="0032406C">
        <w:t xml:space="preserve"> Based on the MAC address, what is the </w:t>
      </w:r>
      <w:r w:rsidR="00416C7B">
        <w:t xml:space="preserve">vendor </w:t>
      </w:r>
      <w:r w:rsidR="0032406C">
        <w:t xml:space="preserve">of the </w:t>
      </w:r>
      <w:r w:rsidR="003F62B8">
        <w:t>NIC chipset</w:t>
      </w:r>
      <w:r w:rsidR="0032406C">
        <w:t>? (</w:t>
      </w:r>
      <w:r w:rsidR="0032406C">
        <w:rPr>
          <w:b/>
          <w:bCs/>
        </w:rPr>
        <w:t>Hint</w:t>
      </w:r>
      <w:r w:rsidR="0032406C">
        <w:t>:</w:t>
      </w:r>
      <w:r w:rsidR="00A75C3D">
        <w:t xml:space="preserve"> </w:t>
      </w:r>
      <w:proofErr w:type="spellStart"/>
      <w:r w:rsidR="00416C7B">
        <w:t>NetworkMiner</w:t>
      </w:r>
      <w:proofErr w:type="spellEnd"/>
      <w:r w:rsidR="00416C7B">
        <w:t xml:space="preserve"> or internet search</w:t>
      </w:r>
      <w:r w:rsidR="00A75C3D">
        <w:t>)</w:t>
      </w:r>
    </w:p>
    <w:p w14:paraId="709032A2" w14:textId="17D193C3" w:rsidR="0032406C" w:rsidRPr="00CC7DCB" w:rsidRDefault="0032406C" w:rsidP="00A75C3D">
      <w:pPr>
        <w:pStyle w:val="AnswerLineL50"/>
        <w:spacing w:after="240"/>
        <w:rPr>
          <w:rFonts w:eastAsia="Times New Roman" w:cs="Arial"/>
          <w:bCs/>
        </w:rPr>
      </w:pPr>
      <w:r>
        <w:t>Type your answers here.</w:t>
      </w:r>
    </w:p>
    <w:p w14:paraId="486D2E0A" w14:textId="3839F590" w:rsidR="005170F4" w:rsidRDefault="00154081" w:rsidP="00355C93">
      <w:pPr>
        <w:pStyle w:val="SubStepAlpha"/>
      </w:pPr>
      <w:r>
        <w:t>Based on the alerts, when (date and time in UTC) and how was the PC infected? (</w:t>
      </w:r>
      <w:r>
        <w:rPr>
          <w:b/>
          <w:bCs/>
        </w:rPr>
        <w:t>Hint</w:t>
      </w:r>
      <w:r>
        <w:t xml:space="preserve">: Enter the command </w:t>
      </w:r>
      <w:r>
        <w:rPr>
          <w:b/>
          <w:bCs/>
        </w:rPr>
        <w:t>date</w:t>
      </w:r>
      <w:r>
        <w:t xml:space="preserve"> in the terminal to determine the time</w:t>
      </w:r>
      <w:r w:rsidR="00084527">
        <w:t xml:space="preserve"> </w:t>
      </w:r>
      <w:r>
        <w:t>zone for the displayed time)</w:t>
      </w:r>
    </w:p>
    <w:p w14:paraId="4E081D49" w14:textId="77777777" w:rsidR="00154081" w:rsidRPr="00CC7DCB" w:rsidRDefault="00154081" w:rsidP="00154081">
      <w:pPr>
        <w:pStyle w:val="AnswerLineL50"/>
      </w:pPr>
      <w:r>
        <w:t>Type your answers here.</w:t>
      </w:r>
    </w:p>
    <w:p w14:paraId="13ED410B" w14:textId="731C47BE" w:rsidR="00F70696" w:rsidRDefault="00F70696" w:rsidP="00F6294E">
      <w:pPr>
        <w:pStyle w:val="BodyTextL50"/>
        <w:keepNext/>
      </w:pPr>
      <w:r w:rsidRPr="00F70696">
        <w:t>How d</w:t>
      </w:r>
      <w:r w:rsidR="009F4378">
        <w:t>id</w:t>
      </w:r>
      <w:r>
        <w:t xml:space="preserve"> the malware infect the PC?</w:t>
      </w:r>
      <w:r w:rsidR="00500C06">
        <w:t xml:space="preserve"> Use an internet search as necessary.</w:t>
      </w:r>
    </w:p>
    <w:p w14:paraId="422F3B2F" w14:textId="460F96B9" w:rsidR="00F70696" w:rsidRDefault="00F70696" w:rsidP="00F70696">
      <w:pPr>
        <w:pStyle w:val="AnswerLineL50"/>
      </w:pPr>
      <w:r>
        <w:t>Type your answers here.</w:t>
      </w:r>
    </w:p>
    <w:p w14:paraId="6ED33DA8" w14:textId="583435C8" w:rsidR="006C609D" w:rsidRDefault="006C609D" w:rsidP="00471468">
      <w:pPr>
        <w:pStyle w:val="Heading3"/>
      </w:pPr>
      <w:r>
        <w:t>Examine the exploit</w:t>
      </w:r>
      <w:r w:rsidR="000928FE">
        <w:t>.</w:t>
      </w:r>
    </w:p>
    <w:p w14:paraId="35157912" w14:textId="77777777" w:rsidR="003E3AE3" w:rsidRDefault="003E3AE3" w:rsidP="003E3AE3">
      <w:pPr>
        <w:pStyle w:val="Heading4"/>
      </w:pPr>
      <w:r>
        <w:t>Questions:</w:t>
      </w:r>
    </w:p>
    <w:p w14:paraId="2647954C" w14:textId="09E53B69" w:rsidR="006C609D" w:rsidRDefault="00154081" w:rsidP="003E3AE3">
      <w:pPr>
        <w:pStyle w:val="SubStepAlpha"/>
        <w:spacing w:before="0"/>
      </w:pPr>
      <w:r>
        <w:t>Based on the alerts associated with HTTP GET request, what files were downloaded?</w:t>
      </w:r>
      <w:r w:rsidR="006C609D">
        <w:t xml:space="preserve"> List the malicious domains observed and the files downloaded.</w:t>
      </w:r>
    </w:p>
    <w:p w14:paraId="23374BDE" w14:textId="77777777" w:rsidR="006C609D" w:rsidRDefault="006C609D" w:rsidP="00BD5E17">
      <w:pPr>
        <w:pStyle w:val="AnswerLineL50"/>
        <w:spacing w:after="840"/>
      </w:pPr>
      <w:r>
        <w:t>Type your answers here.</w:t>
      </w:r>
    </w:p>
    <w:p w14:paraId="452BEBC5" w14:textId="54500814" w:rsidR="00154081" w:rsidRDefault="00631D04" w:rsidP="00631D04">
      <w:pPr>
        <w:pStyle w:val="BodyTextL50"/>
      </w:pPr>
      <w:r>
        <w:t>Use any available tools in Security Onion VM, determine and record the SHA256 hash for the downloaded files that probably infected the computer?</w:t>
      </w:r>
    </w:p>
    <w:p w14:paraId="0A2A5192" w14:textId="77777777" w:rsidR="00BD5E17" w:rsidRDefault="00BD5E17" w:rsidP="00BD5E17">
      <w:pPr>
        <w:pStyle w:val="AnswerLineL50"/>
        <w:spacing w:after="840"/>
      </w:pPr>
      <w:r>
        <w:t>Type your answers here.</w:t>
      </w:r>
    </w:p>
    <w:p w14:paraId="19C0A624" w14:textId="521B9665" w:rsidR="003B278F" w:rsidRDefault="003B278F" w:rsidP="002069BF">
      <w:pPr>
        <w:pStyle w:val="SubStepAlpha"/>
      </w:pPr>
      <w:r>
        <w:lastRenderedPageBreak/>
        <w:t xml:space="preserve">Navigate to </w:t>
      </w:r>
      <w:hyperlink r:id="rId9" w:history="1">
        <w:r w:rsidRPr="009A744D">
          <w:rPr>
            <w:rStyle w:val="Hyperlink"/>
          </w:rPr>
          <w:t>www.virustotal.com</w:t>
        </w:r>
      </w:hyperlink>
      <w:r>
        <w:t xml:space="preserve"> input the SHA256 hash to determine if these were </w:t>
      </w:r>
      <w:r w:rsidR="00721375">
        <w:t xml:space="preserve">detected as </w:t>
      </w:r>
      <w:r>
        <w:t>malicious files.</w:t>
      </w:r>
      <w:r w:rsidR="00721375">
        <w:t xml:space="preserve"> Record your findings</w:t>
      </w:r>
      <w:r w:rsidR="00BC3B1D">
        <w:t>, such as file type and size, other names</w:t>
      </w:r>
      <w:r w:rsidR="008F1B9A">
        <w:t>, and target machine.</w:t>
      </w:r>
      <w:r w:rsidR="00787B3F">
        <w:t xml:space="preserve"> You can also include any information that is provided by the community posted in </w:t>
      </w:r>
      <w:proofErr w:type="spellStart"/>
      <w:r w:rsidR="00787B3F">
        <w:t>VirusTotal</w:t>
      </w:r>
      <w:proofErr w:type="spellEnd"/>
      <w:r w:rsidR="00787B3F">
        <w:t>.</w:t>
      </w:r>
    </w:p>
    <w:p w14:paraId="4FF939C6" w14:textId="592F6928" w:rsidR="00F70696" w:rsidRDefault="00F70696" w:rsidP="00F70696">
      <w:pPr>
        <w:pStyle w:val="AnswerLineL50"/>
      </w:pPr>
      <w:r>
        <w:t>Type your answers here.</w:t>
      </w:r>
    </w:p>
    <w:p w14:paraId="419D8F4B" w14:textId="5D8608CA" w:rsidR="007E5199" w:rsidRDefault="007E5199" w:rsidP="007E5199">
      <w:pPr>
        <w:pStyle w:val="SubStepAlpha"/>
      </w:pPr>
      <w:r>
        <w:t>Examine other alerts associated with the infected host during this timeframe and record your findings</w:t>
      </w:r>
    </w:p>
    <w:p w14:paraId="6C57F0E3" w14:textId="4ABE37AD" w:rsidR="007E5199" w:rsidRDefault="007E5199" w:rsidP="00471468">
      <w:pPr>
        <w:pStyle w:val="AnswerLineL50"/>
      </w:pPr>
      <w:r>
        <w:t>Type your answers here.</w:t>
      </w:r>
    </w:p>
    <w:p w14:paraId="223C2042" w14:textId="72630679" w:rsidR="00130C00" w:rsidRDefault="007F7AC2" w:rsidP="00471468">
      <w:pPr>
        <w:pStyle w:val="Heading3"/>
      </w:pPr>
      <w:r>
        <w:t>Report</w:t>
      </w:r>
      <w:r w:rsidR="00130C00">
        <w:t xml:space="preserve"> Your Findings</w:t>
      </w:r>
    </w:p>
    <w:p w14:paraId="5BFC4FC9" w14:textId="2C3F03A6" w:rsidR="006C609D" w:rsidRDefault="006C609D" w:rsidP="006C609D">
      <w:pPr>
        <w:pStyle w:val="BodyTextL25"/>
      </w:pPr>
      <w:r>
        <w:t>Summarizes your findings based on the information you have gathered from the previous parts, summarize your finding</w:t>
      </w:r>
      <w:r w:rsidR="00AE0474">
        <w:t>s</w:t>
      </w:r>
      <w:r>
        <w:t>.</w:t>
      </w:r>
    </w:p>
    <w:p w14:paraId="087BBDBE" w14:textId="38B2D0CB" w:rsidR="00F6294E" w:rsidRDefault="00F6294E" w:rsidP="003E3AE3">
      <w:pPr>
        <w:pStyle w:val="AnswerLineL25"/>
        <w:spacing w:after="2400"/>
      </w:pPr>
      <w:r>
        <w:t>Type your answers here.</w:t>
      </w:r>
    </w:p>
    <w:p w14:paraId="4D308F41" w14:textId="6F94B55C" w:rsidR="00C162C0" w:rsidRPr="005170F4" w:rsidRDefault="005170F4" w:rsidP="005170F4">
      <w:pPr>
        <w:pStyle w:val="ConfigWindow"/>
      </w:pPr>
      <w:r w:rsidRPr="005170F4">
        <w:t>End of document</w:t>
      </w:r>
    </w:p>
    <w:sectPr w:rsidR="00C162C0" w:rsidRPr="005170F4" w:rsidSect="009C318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0E534" w14:textId="77777777" w:rsidR="00DF1465" w:rsidRDefault="00DF1465" w:rsidP="00710659">
      <w:pPr>
        <w:spacing w:after="0" w:line="240" w:lineRule="auto"/>
      </w:pPr>
      <w:r>
        <w:separator/>
      </w:r>
    </w:p>
    <w:p w14:paraId="7055EBE8" w14:textId="77777777" w:rsidR="00DF1465" w:rsidRDefault="00DF1465"/>
  </w:endnote>
  <w:endnote w:type="continuationSeparator" w:id="0">
    <w:p w14:paraId="06F6BB49" w14:textId="77777777" w:rsidR="00DF1465" w:rsidRDefault="00DF1465" w:rsidP="00710659">
      <w:pPr>
        <w:spacing w:after="0" w:line="240" w:lineRule="auto"/>
      </w:pPr>
      <w:r>
        <w:continuationSeparator/>
      </w:r>
    </w:p>
    <w:p w14:paraId="427B8608" w14:textId="77777777" w:rsidR="00DF1465" w:rsidRDefault="00DF1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ED27D" w14:textId="1F9F358B" w:rsidR="005E77D9" w:rsidRPr="00882B63" w:rsidRDefault="005E77D9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2020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121071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C02C3" w14:textId="2AC71EF6" w:rsidR="005E77D9" w:rsidRPr="00882B63" w:rsidRDefault="005E77D9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2020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121071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2F1B5" w14:textId="77777777" w:rsidR="00DF1465" w:rsidRDefault="00DF1465" w:rsidP="00710659">
      <w:pPr>
        <w:spacing w:after="0" w:line="240" w:lineRule="auto"/>
      </w:pPr>
      <w:r>
        <w:separator/>
      </w:r>
    </w:p>
    <w:p w14:paraId="7FEF66F8" w14:textId="77777777" w:rsidR="00DF1465" w:rsidRDefault="00DF1465"/>
  </w:footnote>
  <w:footnote w:type="continuationSeparator" w:id="0">
    <w:p w14:paraId="3A98E45C" w14:textId="77777777" w:rsidR="00DF1465" w:rsidRDefault="00DF1465" w:rsidP="00710659">
      <w:pPr>
        <w:spacing w:after="0" w:line="240" w:lineRule="auto"/>
      </w:pPr>
      <w:r>
        <w:continuationSeparator/>
      </w:r>
    </w:p>
    <w:p w14:paraId="167D6701" w14:textId="77777777" w:rsidR="00DF1465" w:rsidRDefault="00DF14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B84D1" w14:textId="616CE459" w:rsidR="0044360C" w:rsidRDefault="004436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A80B2" w14:textId="29811063" w:rsidR="005E77D9" w:rsidRDefault="00DF1465" w:rsidP="008402F2">
    <w:pPr>
      <w:pStyle w:val="PageHead"/>
    </w:pPr>
    <w:sdt>
      <w:sdtPr>
        <w:alias w:val="Title"/>
        <w:tag w:val=""/>
        <w:id w:val="-1711953976"/>
        <w:placeholder>
          <w:docPart w:val="B11B9B43E6CB476BBBBD8ADC024AA8D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roofErr w:type="spellStart"/>
        <w:r w:rsidR="00323BA4">
          <w:t>CyberOps</w:t>
        </w:r>
        <w:proofErr w:type="spellEnd"/>
        <w:r w:rsidR="00323BA4">
          <w:t xml:space="preserve"> Associates v1.0 - Skills Assessment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F7960" w14:textId="01CE4655" w:rsidR="005E77D9" w:rsidRDefault="005E77D9" w:rsidP="006C3FCF">
    <w:pPr>
      <w:ind w:left="-288"/>
    </w:pPr>
    <w:r>
      <w:rPr>
        <w:noProof/>
      </w:rPr>
      <w:drawing>
        <wp:inline distT="0" distB="0" distL="0" distR="0" wp14:anchorId="2E83C56F" wp14:editId="1039FDA8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6D884AB"/>
    <w:multiLevelType w:val="hybridMultilevel"/>
    <w:tmpl w:val="4828FF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1D4482"/>
    <w:multiLevelType w:val="hybridMultilevel"/>
    <w:tmpl w:val="C79EB2F0"/>
    <w:lvl w:ilvl="0" w:tplc="66E035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</w:lvl>
    <w:lvl w:ilvl="1">
      <w:start w:val="1"/>
      <w:numFmt w:val="decimal"/>
      <w:suff w:val="space"/>
      <w:lvlText w:val="Task %2:"/>
      <w:lvlJc w:val="left"/>
      <w:pPr>
        <w:ind w:left="0" w:firstLine="0"/>
      </w:pPr>
    </w:lvl>
    <w:lvl w:ilvl="2">
      <w:start w:val="1"/>
      <w:numFmt w:val="decimal"/>
      <w:suff w:val="space"/>
      <w:lvlText w:val="Step %3: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8"/>
  </w:num>
  <w:num w:numId="2">
    <w:abstractNumId w:val="6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6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6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720"/>
          </w:tabs>
          <w:ind w:left="720" w:hanging="360"/>
        </w:p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</w:lvl>
    </w:lvlOverride>
  </w:num>
  <w:num w:numId="13">
    <w:abstractNumId w:val="2"/>
  </w:num>
  <w:num w:numId="14">
    <w:abstractNumId w:val="3"/>
  </w:num>
  <w:num w:numId="15">
    <w:abstractNumId w:val="5"/>
    <w:lvlOverride w:ilvl="0">
      <w:lvl w:ilvl="0">
        <w:start w:val="1"/>
        <w:numFmt w:val="decimal"/>
        <w:lvlText w:val="Part %1:"/>
        <w:lvlJc w:val="left"/>
        <w:pPr>
          <w:tabs>
            <w:tab w:val="num" w:pos="1080"/>
          </w:tabs>
          <w:ind w:left="1080" w:hanging="1080"/>
        </w:pPr>
      </w:lvl>
    </w:lvlOverride>
    <w:lvlOverride w:ilvl="1">
      <w:lvl w:ilvl="1">
        <w:start w:val="1"/>
        <w:numFmt w:val="decimal"/>
        <w:lvlText w:val="Step %2:"/>
        <w:lvlJc w:val="left"/>
        <w:pPr>
          <w:tabs>
            <w:tab w:val="num" w:pos="1476"/>
          </w:tabs>
          <w:ind w:left="1476" w:hanging="936"/>
        </w:p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080"/>
          </w:tabs>
          <w:ind w:left="1080" w:hanging="360"/>
        </w:pPr>
      </w:lvl>
    </w:lvlOverride>
    <w:lvlOverride w:ilvl="4">
      <w:lvl w:ilvl="4">
        <w:start w:val="1"/>
        <w:numFmt w:val="decimal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</w:lvl>
    </w:lvlOverride>
  </w:num>
  <w:num w:numId="16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720"/>
          </w:tabs>
          <w:ind w:left="720" w:hanging="360"/>
        </w:p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</w:lvl>
    </w:lvlOverride>
  </w:num>
  <w:num w:numId="17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720"/>
          </w:tabs>
          <w:ind w:left="720" w:hanging="360"/>
        </w:p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</w:lvl>
    </w:lvlOverride>
    <w:lvlOverride w:ilvl="5">
      <w:lvl w:ilvl="5">
        <w:start w:val="1"/>
        <w:numFmt w:val="decimal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</w:lvl>
    </w:lvlOverride>
  </w:num>
  <w:num w:numId="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0D7"/>
    <w:rsid w:val="00001BDF"/>
    <w:rsid w:val="0000380F"/>
    <w:rsid w:val="00004175"/>
    <w:rsid w:val="000059C9"/>
    <w:rsid w:val="00012C22"/>
    <w:rsid w:val="00013E4A"/>
    <w:rsid w:val="00013F70"/>
    <w:rsid w:val="000160F7"/>
    <w:rsid w:val="00016D5B"/>
    <w:rsid w:val="00016F30"/>
    <w:rsid w:val="0002047C"/>
    <w:rsid w:val="00021B9A"/>
    <w:rsid w:val="000242D6"/>
    <w:rsid w:val="00024EE5"/>
    <w:rsid w:val="00027E28"/>
    <w:rsid w:val="00041AF6"/>
    <w:rsid w:val="00043239"/>
    <w:rsid w:val="00044E62"/>
    <w:rsid w:val="00050BA4"/>
    <w:rsid w:val="0005141D"/>
    <w:rsid w:val="00051738"/>
    <w:rsid w:val="0005242B"/>
    <w:rsid w:val="00052548"/>
    <w:rsid w:val="0005476A"/>
    <w:rsid w:val="00060696"/>
    <w:rsid w:val="00062D89"/>
    <w:rsid w:val="00067A67"/>
    <w:rsid w:val="00070C16"/>
    <w:rsid w:val="00075EA9"/>
    <w:rsid w:val="000769CF"/>
    <w:rsid w:val="00080AD8"/>
    <w:rsid w:val="000815D8"/>
    <w:rsid w:val="00084527"/>
    <w:rsid w:val="00084C99"/>
    <w:rsid w:val="00085CC6"/>
    <w:rsid w:val="00090C07"/>
    <w:rsid w:val="0009147A"/>
    <w:rsid w:val="00091E8D"/>
    <w:rsid w:val="000928FE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07E3"/>
    <w:rsid w:val="000F2074"/>
    <w:rsid w:val="000F2A2E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071"/>
    <w:rsid w:val="00121BAE"/>
    <w:rsid w:val="00125806"/>
    <w:rsid w:val="001261C4"/>
    <w:rsid w:val="00130A20"/>
    <w:rsid w:val="00130C00"/>
    <w:rsid w:val="001314FB"/>
    <w:rsid w:val="001366EC"/>
    <w:rsid w:val="0014219C"/>
    <w:rsid w:val="001425ED"/>
    <w:rsid w:val="00143450"/>
    <w:rsid w:val="00144997"/>
    <w:rsid w:val="00145691"/>
    <w:rsid w:val="001523C0"/>
    <w:rsid w:val="001535FE"/>
    <w:rsid w:val="00154081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77B76"/>
    <w:rsid w:val="00180FBF"/>
    <w:rsid w:val="0018124F"/>
    <w:rsid w:val="001813C3"/>
    <w:rsid w:val="00182CF4"/>
    <w:rsid w:val="00186CE1"/>
    <w:rsid w:val="001906BD"/>
    <w:rsid w:val="00191F00"/>
    <w:rsid w:val="00192F12"/>
    <w:rsid w:val="00193F14"/>
    <w:rsid w:val="00196CBC"/>
    <w:rsid w:val="0019703A"/>
    <w:rsid w:val="0019753E"/>
    <w:rsid w:val="00197614"/>
    <w:rsid w:val="001A0312"/>
    <w:rsid w:val="001A15DA"/>
    <w:rsid w:val="001A2694"/>
    <w:rsid w:val="001A3CC7"/>
    <w:rsid w:val="001A67A4"/>
    <w:rsid w:val="001A69AC"/>
    <w:rsid w:val="001B1FD1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1F7E7D"/>
    <w:rsid w:val="00201928"/>
    <w:rsid w:val="00203E26"/>
    <w:rsid w:val="0020449C"/>
    <w:rsid w:val="002069BF"/>
    <w:rsid w:val="002113B8"/>
    <w:rsid w:val="00215665"/>
    <w:rsid w:val="002163BB"/>
    <w:rsid w:val="0021792C"/>
    <w:rsid w:val="00220909"/>
    <w:rsid w:val="0022295A"/>
    <w:rsid w:val="002240AB"/>
    <w:rsid w:val="002255C1"/>
    <w:rsid w:val="00225E37"/>
    <w:rsid w:val="00230BB8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77F78"/>
    <w:rsid w:val="00294C39"/>
    <w:rsid w:val="00294C8F"/>
    <w:rsid w:val="002A0B2E"/>
    <w:rsid w:val="002A0DC1"/>
    <w:rsid w:val="002A6C56"/>
    <w:rsid w:val="002C04C4"/>
    <w:rsid w:val="002C090C"/>
    <w:rsid w:val="002C1243"/>
    <w:rsid w:val="002C1815"/>
    <w:rsid w:val="002C1F4A"/>
    <w:rsid w:val="002C475E"/>
    <w:rsid w:val="002C6AD6"/>
    <w:rsid w:val="002D6C2A"/>
    <w:rsid w:val="002D7A86"/>
    <w:rsid w:val="002E3E28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23BA4"/>
    <w:rsid w:val="0032406C"/>
    <w:rsid w:val="00334C33"/>
    <w:rsid w:val="00340AD0"/>
    <w:rsid w:val="0034218C"/>
    <w:rsid w:val="0034455D"/>
    <w:rsid w:val="0034604B"/>
    <w:rsid w:val="00346D17"/>
    <w:rsid w:val="00347972"/>
    <w:rsid w:val="0035469B"/>
    <w:rsid w:val="003559CC"/>
    <w:rsid w:val="00355C93"/>
    <w:rsid w:val="00355D4B"/>
    <w:rsid w:val="003569D7"/>
    <w:rsid w:val="003608AC"/>
    <w:rsid w:val="00361FFD"/>
    <w:rsid w:val="00363A23"/>
    <w:rsid w:val="0036440C"/>
    <w:rsid w:val="0036465A"/>
    <w:rsid w:val="00364FEE"/>
    <w:rsid w:val="00366CB6"/>
    <w:rsid w:val="00390C38"/>
    <w:rsid w:val="00392748"/>
    <w:rsid w:val="00392C65"/>
    <w:rsid w:val="00392ED5"/>
    <w:rsid w:val="003A19DC"/>
    <w:rsid w:val="003A1B45"/>
    <w:rsid w:val="003A220C"/>
    <w:rsid w:val="003B256A"/>
    <w:rsid w:val="003B278F"/>
    <w:rsid w:val="003B46FC"/>
    <w:rsid w:val="003B5767"/>
    <w:rsid w:val="003B7605"/>
    <w:rsid w:val="003C08AA"/>
    <w:rsid w:val="003C2A7B"/>
    <w:rsid w:val="003C49EF"/>
    <w:rsid w:val="003C54A3"/>
    <w:rsid w:val="003C6BCA"/>
    <w:rsid w:val="003C7902"/>
    <w:rsid w:val="003D0BFF"/>
    <w:rsid w:val="003D0F63"/>
    <w:rsid w:val="003D6EF1"/>
    <w:rsid w:val="003E3AE3"/>
    <w:rsid w:val="003E5BE5"/>
    <w:rsid w:val="003F18D1"/>
    <w:rsid w:val="003F20EC"/>
    <w:rsid w:val="003F4F0E"/>
    <w:rsid w:val="003F6096"/>
    <w:rsid w:val="003F62B8"/>
    <w:rsid w:val="003F6E06"/>
    <w:rsid w:val="00403C7A"/>
    <w:rsid w:val="004057A6"/>
    <w:rsid w:val="00406554"/>
    <w:rsid w:val="00407755"/>
    <w:rsid w:val="0041293B"/>
    <w:rsid w:val="004131B0"/>
    <w:rsid w:val="00416C42"/>
    <w:rsid w:val="00416C7B"/>
    <w:rsid w:val="00422476"/>
    <w:rsid w:val="0042385C"/>
    <w:rsid w:val="00426FA5"/>
    <w:rsid w:val="00431654"/>
    <w:rsid w:val="00434926"/>
    <w:rsid w:val="0044360C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1468"/>
    <w:rsid w:val="00473E34"/>
    <w:rsid w:val="00476BA9"/>
    <w:rsid w:val="00481650"/>
    <w:rsid w:val="00481677"/>
    <w:rsid w:val="00490807"/>
    <w:rsid w:val="004921B4"/>
    <w:rsid w:val="004936C2"/>
    <w:rsid w:val="0049379C"/>
    <w:rsid w:val="004A1CA0"/>
    <w:rsid w:val="004A22E9"/>
    <w:rsid w:val="004A4ACD"/>
    <w:rsid w:val="004A506C"/>
    <w:rsid w:val="004A5BC5"/>
    <w:rsid w:val="004B023D"/>
    <w:rsid w:val="004B405F"/>
    <w:rsid w:val="004C0909"/>
    <w:rsid w:val="004C3F97"/>
    <w:rsid w:val="004D01F2"/>
    <w:rsid w:val="004D2C4D"/>
    <w:rsid w:val="004D2CED"/>
    <w:rsid w:val="004D3339"/>
    <w:rsid w:val="004D353F"/>
    <w:rsid w:val="004D36D7"/>
    <w:rsid w:val="004D682B"/>
    <w:rsid w:val="004E00FD"/>
    <w:rsid w:val="004E6152"/>
    <w:rsid w:val="004F344A"/>
    <w:rsid w:val="004F4EC3"/>
    <w:rsid w:val="00500C06"/>
    <w:rsid w:val="00504ED4"/>
    <w:rsid w:val="00510639"/>
    <w:rsid w:val="00511791"/>
    <w:rsid w:val="005139BE"/>
    <w:rsid w:val="00516142"/>
    <w:rsid w:val="0051681C"/>
    <w:rsid w:val="005170F4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82ACD"/>
    <w:rsid w:val="00592329"/>
    <w:rsid w:val="00593386"/>
    <w:rsid w:val="00596998"/>
    <w:rsid w:val="0059790F"/>
    <w:rsid w:val="005A6E62"/>
    <w:rsid w:val="005B2FB3"/>
    <w:rsid w:val="005B668B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E77D9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1D04"/>
    <w:rsid w:val="00636C28"/>
    <w:rsid w:val="006428E5"/>
    <w:rsid w:val="00643374"/>
    <w:rsid w:val="00644958"/>
    <w:rsid w:val="006513FB"/>
    <w:rsid w:val="00656EEF"/>
    <w:rsid w:val="006576AF"/>
    <w:rsid w:val="006630EE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5E4D"/>
    <w:rsid w:val="006C609D"/>
    <w:rsid w:val="006C6832"/>
    <w:rsid w:val="006D1370"/>
    <w:rsid w:val="006D2C28"/>
    <w:rsid w:val="006D3FC1"/>
    <w:rsid w:val="006D7590"/>
    <w:rsid w:val="006E0B0B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375"/>
    <w:rsid w:val="00721E01"/>
    <w:rsid w:val="007222AD"/>
    <w:rsid w:val="007267CF"/>
    <w:rsid w:val="00731F3F"/>
    <w:rsid w:val="00733BAB"/>
    <w:rsid w:val="0073604C"/>
    <w:rsid w:val="007436BF"/>
    <w:rsid w:val="0074375D"/>
    <w:rsid w:val="007443E9"/>
    <w:rsid w:val="00745DCE"/>
    <w:rsid w:val="00747F8F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74A16"/>
    <w:rsid w:val="00780BAC"/>
    <w:rsid w:val="0078405B"/>
    <w:rsid w:val="00786F58"/>
    <w:rsid w:val="00787B3F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5199"/>
    <w:rsid w:val="007E6402"/>
    <w:rsid w:val="007F0A0B"/>
    <w:rsid w:val="007F3A60"/>
    <w:rsid w:val="007F3D0B"/>
    <w:rsid w:val="007F7AC2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210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A7482"/>
    <w:rsid w:val="008B06D4"/>
    <w:rsid w:val="008B4F20"/>
    <w:rsid w:val="008B68E7"/>
    <w:rsid w:val="008B7FFD"/>
    <w:rsid w:val="008C286A"/>
    <w:rsid w:val="008C2920"/>
    <w:rsid w:val="008C4307"/>
    <w:rsid w:val="008D23DF"/>
    <w:rsid w:val="008D5938"/>
    <w:rsid w:val="008D6AEB"/>
    <w:rsid w:val="008D73BF"/>
    <w:rsid w:val="008D7F09"/>
    <w:rsid w:val="008E00D5"/>
    <w:rsid w:val="008E5B64"/>
    <w:rsid w:val="008E7DAA"/>
    <w:rsid w:val="008F0094"/>
    <w:rsid w:val="008F03EF"/>
    <w:rsid w:val="008F1B9A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33E4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A7981"/>
    <w:rsid w:val="009B0697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378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5C3D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C6D1D"/>
    <w:rsid w:val="00AD0118"/>
    <w:rsid w:val="00AD04F2"/>
    <w:rsid w:val="00AD4578"/>
    <w:rsid w:val="00AD68E9"/>
    <w:rsid w:val="00AD761F"/>
    <w:rsid w:val="00AE0474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07CB"/>
    <w:rsid w:val="00B6183E"/>
    <w:rsid w:val="00B627FB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5DB1"/>
    <w:rsid w:val="00B97278"/>
    <w:rsid w:val="00B97943"/>
    <w:rsid w:val="00BA1D0B"/>
    <w:rsid w:val="00BA2B50"/>
    <w:rsid w:val="00BA6972"/>
    <w:rsid w:val="00BA7847"/>
    <w:rsid w:val="00BB1E0D"/>
    <w:rsid w:val="00BB26C8"/>
    <w:rsid w:val="00BB4D9B"/>
    <w:rsid w:val="00BB73FF"/>
    <w:rsid w:val="00BB7688"/>
    <w:rsid w:val="00BC3B1D"/>
    <w:rsid w:val="00BC5DEA"/>
    <w:rsid w:val="00BC7423"/>
    <w:rsid w:val="00BC7CAC"/>
    <w:rsid w:val="00BD5E17"/>
    <w:rsid w:val="00BD6D76"/>
    <w:rsid w:val="00BE3A73"/>
    <w:rsid w:val="00BE56B3"/>
    <w:rsid w:val="00BE676D"/>
    <w:rsid w:val="00BF04E8"/>
    <w:rsid w:val="00BF16BF"/>
    <w:rsid w:val="00BF1C62"/>
    <w:rsid w:val="00BF4D1F"/>
    <w:rsid w:val="00BF6DF6"/>
    <w:rsid w:val="00BF76BE"/>
    <w:rsid w:val="00C02A73"/>
    <w:rsid w:val="00C063D2"/>
    <w:rsid w:val="00C07FD9"/>
    <w:rsid w:val="00C10955"/>
    <w:rsid w:val="00C11C4D"/>
    <w:rsid w:val="00C15C83"/>
    <w:rsid w:val="00C162C0"/>
    <w:rsid w:val="00C1712C"/>
    <w:rsid w:val="00C20634"/>
    <w:rsid w:val="00C212E0"/>
    <w:rsid w:val="00C23E16"/>
    <w:rsid w:val="00C27E37"/>
    <w:rsid w:val="00C304DF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4893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C7DCB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46C5A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414C"/>
    <w:rsid w:val="00D75B6A"/>
    <w:rsid w:val="00D778DF"/>
    <w:rsid w:val="00D83596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465"/>
    <w:rsid w:val="00DF1B58"/>
    <w:rsid w:val="00DF7D26"/>
    <w:rsid w:val="00E009DA"/>
    <w:rsid w:val="00E037D9"/>
    <w:rsid w:val="00E04927"/>
    <w:rsid w:val="00E11A48"/>
    <w:rsid w:val="00E130EB"/>
    <w:rsid w:val="00E1350E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360D7"/>
    <w:rsid w:val="00E449D0"/>
    <w:rsid w:val="00E44A34"/>
    <w:rsid w:val="00E4506A"/>
    <w:rsid w:val="00E536E2"/>
    <w:rsid w:val="00E53F99"/>
    <w:rsid w:val="00E56510"/>
    <w:rsid w:val="00E61A3F"/>
    <w:rsid w:val="00E62EA8"/>
    <w:rsid w:val="00E67A6E"/>
    <w:rsid w:val="00E70096"/>
    <w:rsid w:val="00E71B43"/>
    <w:rsid w:val="00E8003F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389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3B7F"/>
    <w:rsid w:val="00F25ABB"/>
    <w:rsid w:val="00F266F0"/>
    <w:rsid w:val="00F26F62"/>
    <w:rsid w:val="00F27963"/>
    <w:rsid w:val="00F30103"/>
    <w:rsid w:val="00F30446"/>
    <w:rsid w:val="00F4135D"/>
    <w:rsid w:val="00F41F1B"/>
    <w:rsid w:val="00F4590C"/>
    <w:rsid w:val="00F46BD9"/>
    <w:rsid w:val="00F60BE0"/>
    <w:rsid w:val="00F6280E"/>
    <w:rsid w:val="00F6294E"/>
    <w:rsid w:val="00F666EC"/>
    <w:rsid w:val="00F7050A"/>
    <w:rsid w:val="00F70696"/>
    <w:rsid w:val="00F75533"/>
    <w:rsid w:val="00F8036D"/>
    <w:rsid w:val="00F809DC"/>
    <w:rsid w:val="00F86EB0"/>
    <w:rsid w:val="00FA154B"/>
    <w:rsid w:val="00FA2A26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484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7457B"/>
  <w15:docId w15:val="{C51EC3E6-81D2-41B0-9F83-C9F3B26B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3E3AE3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6294E"/>
    <w:pPr>
      <w:spacing w:after="120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F6294E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3E3AE3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5170F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170F4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2069BF"/>
    <w:rPr>
      <w:color w:val="605E5C"/>
      <w:shd w:val="clear" w:color="auto" w:fill="E1DFDD"/>
    </w:rPr>
  </w:style>
  <w:style w:type="numbering" w:customStyle="1" w:styleId="PartStepSubStepList">
    <w:name w:val="Part_Step_SubStep_List"/>
    <w:uiPriority w:val="99"/>
    <w:rsid w:val="005170F4"/>
    <w:pPr>
      <w:numPr>
        <w:numId w:val="11"/>
      </w:numPr>
    </w:pPr>
  </w:style>
  <w:style w:type="paragraph" w:customStyle="1" w:styleId="Default">
    <w:name w:val="Default"/>
    <w:rsid w:val="00FA2A26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0845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ware-traffic-analysis.ne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irustotal.com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11B9B43E6CB476BBBBD8ADC024AA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7C2C75-F6C2-423D-B798-2E2DC2AE9C6E}"/>
      </w:docPartPr>
      <w:docPartBody>
        <w:p w:rsidR="00EB6D2D" w:rsidRDefault="00993F29">
          <w:pPr>
            <w:pStyle w:val="B11B9B43E6CB476BBBBD8ADC024AA8DE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F29"/>
    <w:rsid w:val="005008F5"/>
    <w:rsid w:val="005B6019"/>
    <w:rsid w:val="00822EE3"/>
    <w:rsid w:val="008D7447"/>
    <w:rsid w:val="00993F29"/>
    <w:rsid w:val="00C41587"/>
    <w:rsid w:val="00D1660B"/>
    <w:rsid w:val="00EB6D2D"/>
    <w:rsid w:val="00F0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11B9B43E6CB476BBBBD8ADC024AA8DE">
    <w:name w:val="B11B9B43E6CB476BBBBD8ADC024AA8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6A1BF-37F6-4F28-8C44-62AC635BB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5</TotalTime>
  <Pages>3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CyberOps Associates v1.0 - Skills Assessment</vt:lpstr>
    </vt:vector>
  </TitlesOfParts>
  <Company>Cisco Systems, Inc.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CyberOps Associates v1.0 - Skills Assessment</dc:title>
  <dc:creator>SP</dc:creator>
  <dc:description>2020</dc:description>
  <cp:lastModifiedBy>Suk-Yi Pennock -X (spennock - UNICON INC at Cisco)</cp:lastModifiedBy>
  <cp:revision>9</cp:revision>
  <cp:lastPrinted>2020-07-12T16:58:00Z</cp:lastPrinted>
  <dcterms:created xsi:type="dcterms:W3CDTF">2020-07-12T16:44:00Z</dcterms:created>
  <dcterms:modified xsi:type="dcterms:W3CDTF">2020-07-12T16:58:00Z</dcterms:modified>
</cp:coreProperties>
</file>